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A24DDED" w14:textId="288B62F2" w:rsidR="00D974EA" w:rsidRPr="00A1371A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The exchange rate for pounds to dollars is £1 = $1.4</w:t>
            </w:r>
          </w:p>
          <w:p w14:paraId="5362B446" w14:textId="77777777" w:rsidR="00D974EA" w:rsidRPr="00A1371A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How much is £350 in dollars?</w:t>
            </w:r>
          </w:p>
          <w:p w14:paraId="543BE07C" w14:textId="020A34B7" w:rsidR="00C55B29" w:rsidRPr="00A1371A" w:rsidRDefault="00C55B29" w:rsidP="00A1371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31D9F6D4" w14:textId="330C0731" w:rsidR="00353B71" w:rsidRPr="00A1371A" w:rsidRDefault="00353B71" w:rsidP="00A1371A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Change the mixed number into an improper fraction:</w:t>
            </w:r>
          </w:p>
          <w:p w14:paraId="1B5E5D74" w14:textId="11DEFAD6" w:rsidR="00C6765F" w:rsidRPr="00A1371A" w:rsidRDefault="00353B71" w:rsidP="00A1371A">
            <w:pPr>
              <w:spacing w:before="120" w:after="0"/>
              <w:rPr>
                <w:rFonts w:ascii="Century Gothic" w:eastAsiaTheme="minorEastAsia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  <w:sz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 </m:t>
                    </m:r>
                  </m:den>
                </m:f>
              </m:oMath>
            </m:oMathPara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4CCEE71C" w:rsidR="00125C71" w:rsidRPr="00A1371A" w:rsidRDefault="00E56494" w:rsidP="005D37DE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CD97A" wp14:editId="126391D2">
                      <wp:simplePos x="0" y="0"/>
                      <wp:positionH relativeFrom="column">
                        <wp:posOffset>1794904</wp:posOffset>
                      </wp:positionH>
                      <wp:positionV relativeFrom="paragraph">
                        <wp:posOffset>108055</wp:posOffset>
                      </wp:positionV>
                      <wp:extent cx="1123950" cy="1123950"/>
                      <wp:effectExtent l="0" t="0" r="1905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239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77DFA92" id="Oval 11" o:spid="_x0000_s1026" style="position:absolute;margin-left:141.35pt;margin-top:8.5pt;width:88.5pt;height:88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" filled="f" strokecolor="#243f60 [1604]" strokeweight="2pt"/>
                  </w:pict>
                </mc:Fallback>
              </mc:AlternateContent>
            </w:r>
            <w:r w:rsidR="002C5377" w:rsidRPr="00A1371A">
              <w:rPr>
                <w:rFonts w:ascii="Century Gothic" w:hAnsi="Century Gothic"/>
              </w:rPr>
              <w:t xml:space="preserve">A circle has a </w:t>
            </w:r>
            <w:r w:rsidR="002B14A3" w:rsidRPr="00A1371A">
              <w:rPr>
                <w:rFonts w:ascii="Century Gothic" w:hAnsi="Century Gothic"/>
              </w:rPr>
              <w:t>radius</w:t>
            </w:r>
            <w:r w:rsidR="002C5377" w:rsidRPr="00A1371A">
              <w:rPr>
                <w:rFonts w:ascii="Century Gothic" w:hAnsi="Century Gothic"/>
              </w:rPr>
              <w:t xml:space="preserve"> of </w:t>
            </w:r>
            <w:r w:rsidRPr="00A1371A">
              <w:rPr>
                <w:rFonts w:ascii="Century Gothic" w:hAnsi="Century Gothic"/>
              </w:rPr>
              <w:t>12</w:t>
            </w:r>
            <w:r w:rsidR="002C5377" w:rsidRPr="00A1371A">
              <w:rPr>
                <w:rFonts w:ascii="Century Gothic" w:hAnsi="Century Gothic"/>
              </w:rPr>
              <w:t>cm.</w:t>
            </w:r>
          </w:p>
          <w:p w14:paraId="5155B1A5" w14:textId="01FFE26E" w:rsidR="002C5377" w:rsidRPr="00A1371A" w:rsidRDefault="00E56494" w:rsidP="002C5377">
            <w:pPr>
              <w:spacing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966F44B" wp14:editId="581ED8D2">
                      <wp:simplePos x="0" y="0"/>
                      <wp:positionH relativeFrom="column">
                        <wp:posOffset>2415202</wp:posOffset>
                      </wp:positionH>
                      <wp:positionV relativeFrom="paragraph">
                        <wp:posOffset>170815</wp:posOffset>
                      </wp:positionV>
                      <wp:extent cx="581025" cy="3143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95733" w14:textId="77777777" w:rsidR="00E56494" w:rsidRDefault="00E56494" w:rsidP="00E56494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6F4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90.15pt;margin-top:13.45pt;width:45.75pt;height:24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" filled="f" stroked="f" strokeweight=".5pt">
                      <v:textbox>
                        <w:txbxContent>
                          <w:p w14:paraId="09295733" w14:textId="77777777" w:rsidR="00E56494" w:rsidRDefault="00E56494" w:rsidP="00E56494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 w:rsidRPr="00A1371A">
              <w:rPr>
                <w:rFonts w:ascii="Century Gothic" w:hAnsi="Century Gothic"/>
              </w:rPr>
              <w:t xml:space="preserve">Work out its </w:t>
            </w:r>
            <w:r w:rsidR="002B14A3" w:rsidRPr="00A1371A">
              <w:rPr>
                <w:rFonts w:ascii="Century Gothic" w:hAnsi="Century Gothic"/>
              </w:rPr>
              <w:t>area</w:t>
            </w:r>
            <w:r w:rsidR="002C5377" w:rsidRPr="00A1371A">
              <w:rPr>
                <w:rFonts w:ascii="Century Gothic" w:hAnsi="Century Gothic"/>
              </w:rPr>
              <w:t>.</w:t>
            </w:r>
          </w:p>
          <w:p w14:paraId="683B8A61" w14:textId="7FF2003B" w:rsidR="000740DB" w:rsidRPr="00A1371A" w:rsidRDefault="00E56494" w:rsidP="005D37DE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B93B56" wp14:editId="40E172EB">
                      <wp:simplePos x="0" y="0"/>
                      <wp:positionH relativeFrom="column">
                        <wp:posOffset>2409897</wp:posOffset>
                      </wp:positionH>
                      <wp:positionV relativeFrom="paragraph">
                        <wp:posOffset>209920</wp:posOffset>
                      </wp:positionV>
                      <wp:extent cx="510492" cy="0"/>
                      <wp:effectExtent l="0" t="0" r="1079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49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19A6B8" id="Straight Connector 1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75pt,16.55pt" to="229.95pt,1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5867634" w14:textId="4CA4AE42" w:rsidR="00C6765F" w:rsidRPr="00A1371A" w:rsidRDefault="00A1371A" w:rsidP="00F35C69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 w:cs="Tahoma"/>
              </w:rPr>
              <w:t xml:space="preserve">Joe has a choice of rounders, swimming and football for his two sports sessions.  What are the different combinations of sports he can choose (they can be the same </w:t>
            </w:r>
            <w:proofErr w:type="gramStart"/>
            <w:r w:rsidRPr="00A1371A">
              <w:rPr>
                <w:rFonts w:ascii="Century Gothic" w:hAnsi="Century Gothic" w:cs="Tahoma"/>
              </w:rPr>
              <w:t>sport).</w:t>
            </w:r>
            <w:proofErr w:type="gramEnd"/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bookmarkStart w:id="0" w:name="_GoBack" w:colFirst="1" w:colLast="1"/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7EF20C9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23A36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643F275D" w:rsidR="00C6765F" w:rsidRPr="009F6C6A" w:rsidRDefault="006E6A1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5D5FE70" wp14:editId="5D8EFEDB">
                  <wp:extent cx="1320037" cy="6762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037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5DDCD8AF" w14:textId="37AA7F8C" w:rsidR="00525119" w:rsidRDefault="00D27DA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427BCFBD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D513F">
        <w:rPr>
          <w:rFonts w:ascii="Segoe Print" w:hAnsi="Segoe Print"/>
          <w:b/>
          <w:sz w:val="24"/>
        </w:rPr>
        <w:t>6</w:t>
      </w:r>
      <w:r w:rsidR="00950AD6">
        <w:rPr>
          <w:rFonts w:ascii="Segoe Print" w:hAnsi="Segoe Print"/>
          <w:b/>
          <w:sz w:val="24"/>
        </w:rPr>
        <w:t>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695109B2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E50F92" w:rsidRPr="000A63AF" w14:paraId="0D20A56A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68908BC0" w14:textId="77777777" w:rsidR="00E50F92" w:rsidRPr="00C240D5" w:rsidRDefault="00E50F92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0C4E360C" w14:textId="77777777" w:rsidR="00E50F92" w:rsidRPr="00A1371A" w:rsidRDefault="00E50F92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The exchange rate for pounds to dollars is £1 = $1.4</w:t>
            </w:r>
          </w:p>
          <w:p w14:paraId="2F7C100D" w14:textId="77777777" w:rsidR="00E50F92" w:rsidRPr="00A1371A" w:rsidRDefault="00E50F92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How much is £350 in dollars?</w:t>
            </w:r>
          </w:p>
          <w:p w14:paraId="45808436" w14:textId="77777777" w:rsidR="00E50F92" w:rsidRPr="00A1371A" w:rsidRDefault="00E50F92" w:rsidP="00E35066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6E5CDC03" w14:textId="77777777" w:rsidR="00E50F92" w:rsidRPr="00A1371A" w:rsidRDefault="00E50F92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7B715B78" w14:textId="77777777" w:rsidR="00E50F92" w:rsidRPr="00A1371A" w:rsidRDefault="00E50F92" w:rsidP="00E35066">
            <w:pPr>
              <w:spacing w:before="120"/>
              <w:rPr>
                <w:rFonts w:ascii="Century Gothic" w:hAnsi="Century Gothic" w:cs="Tahoma"/>
              </w:rPr>
            </w:pPr>
            <w:r w:rsidRPr="00A1371A">
              <w:rPr>
                <w:rFonts w:ascii="Century Gothic" w:hAnsi="Century Gothic" w:cs="Tahoma"/>
              </w:rPr>
              <w:t>Change the mixed number into an improper fraction:</w:t>
            </w:r>
          </w:p>
          <w:p w14:paraId="46CEF883" w14:textId="77777777" w:rsidR="00E50F92" w:rsidRPr="00A1371A" w:rsidRDefault="00E50F92" w:rsidP="00E35066">
            <w:pPr>
              <w:spacing w:before="120" w:after="0"/>
              <w:rPr>
                <w:rFonts w:ascii="Century Gothic" w:eastAsiaTheme="minorEastAsia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  <w:sz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ahoma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8"/>
                      </w:rPr>
                      <m:t xml:space="preserve">     </m:t>
                    </m:r>
                  </m:num>
                  <m:den>
                    <m:r>
                      <w:rPr>
                        <w:rFonts w:ascii="Cambria Math" w:hAnsi="Cambria Math" w:cs="Tahoma"/>
                        <w:sz w:val="28"/>
                      </w:rPr>
                      <m:t xml:space="preserve">  </m:t>
                    </m:r>
                  </m:den>
                </m:f>
              </m:oMath>
            </m:oMathPara>
          </w:p>
        </w:tc>
      </w:tr>
      <w:tr w:rsidR="00E50F92" w:rsidRPr="00C240D5" w14:paraId="2ECD550D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8769598" w14:textId="77777777" w:rsidR="00E50F92" w:rsidRPr="00C240D5" w:rsidRDefault="00E50F92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3855CA00" w14:textId="77777777" w:rsidR="00E50F92" w:rsidRPr="00A1371A" w:rsidRDefault="00E50F92" w:rsidP="00E35066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C66F84D" wp14:editId="15509703">
                      <wp:simplePos x="0" y="0"/>
                      <wp:positionH relativeFrom="column">
                        <wp:posOffset>1794904</wp:posOffset>
                      </wp:positionH>
                      <wp:positionV relativeFrom="paragraph">
                        <wp:posOffset>108055</wp:posOffset>
                      </wp:positionV>
                      <wp:extent cx="1123950" cy="1123950"/>
                      <wp:effectExtent l="0" t="0" r="19050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239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E9E9E3" id="Oval 2" o:spid="_x0000_s1026" style="position:absolute;margin-left:141.35pt;margin-top:8.5pt;width:88.5pt;height:88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" filled="f" strokecolor="#243f60 [1604]" strokeweight="2pt"/>
                  </w:pict>
                </mc:Fallback>
              </mc:AlternateContent>
            </w:r>
            <w:r w:rsidRPr="00A1371A">
              <w:rPr>
                <w:rFonts w:ascii="Century Gothic" w:hAnsi="Century Gothic"/>
              </w:rPr>
              <w:t>A circle has a radius of 12cm.</w:t>
            </w:r>
          </w:p>
          <w:p w14:paraId="4E333D69" w14:textId="77777777" w:rsidR="00E50F92" w:rsidRPr="00A1371A" w:rsidRDefault="00E50F92" w:rsidP="00E35066">
            <w:pPr>
              <w:spacing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FBE1D70" wp14:editId="4B7C393D">
                      <wp:simplePos x="0" y="0"/>
                      <wp:positionH relativeFrom="column">
                        <wp:posOffset>2415202</wp:posOffset>
                      </wp:positionH>
                      <wp:positionV relativeFrom="paragraph">
                        <wp:posOffset>170815</wp:posOffset>
                      </wp:positionV>
                      <wp:extent cx="581025" cy="31432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3FA458" w14:textId="77777777" w:rsidR="00E50F92" w:rsidRDefault="00E50F92" w:rsidP="00E50F92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E1D70" id="Text Box 4" o:spid="_x0000_s1027" type="#_x0000_t202" style="position:absolute;margin-left:190.15pt;margin-top:13.45pt;width:45.75pt;height:24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" filled="f" stroked="f" strokeweight=".5pt">
                      <v:textbox>
                        <w:txbxContent>
                          <w:p w14:paraId="143FA458" w14:textId="77777777" w:rsidR="00E50F92" w:rsidRDefault="00E50F92" w:rsidP="00E50F92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1371A">
              <w:rPr>
                <w:rFonts w:ascii="Century Gothic" w:hAnsi="Century Gothic"/>
              </w:rPr>
              <w:t>Work out its area.</w:t>
            </w:r>
          </w:p>
          <w:p w14:paraId="1EC7D610" w14:textId="77777777" w:rsidR="00E50F92" w:rsidRPr="00A1371A" w:rsidRDefault="00E50F92" w:rsidP="00E35066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7ACB40C" wp14:editId="378416DD">
                      <wp:simplePos x="0" y="0"/>
                      <wp:positionH relativeFrom="column">
                        <wp:posOffset>2409897</wp:posOffset>
                      </wp:positionH>
                      <wp:positionV relativeFrom="paragraph">
                        <wp:posOffset>209920</wp:posOffset>
                      </wp:positionV>
                      <wp:extent cx="510492" cy="0"/>
                      <wp:effectExtent l="0" t="0" r="10795" b="127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49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4014D7" id="Straight Connector 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75pt,16.55pt" to="229.95pt,1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736BF362" w14:textId="77777777" w:rsidR="00E50F92" w:rsidRPr="00A1371A" w:rsidRDefault="00E50F92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0F64F310" w14:textId="77777777" w:rsidR="00E50F92" w:rsidRPr="00A1371A" w:rsidRDefault="00E50F92" w:rsidP="00E35066">
            <w:pPr>
              <w:spacing w:before="120" w:after="0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 w:cs="Tahoma"/>
              </w:rPr>
              <w:t>Joe has a choice of rounders, swimming and football for his two sports sessions.  What are the different combinations of sports he can choose (they can be the same sport).</w:t>
            </w:r>
          </w:p>
        </w:tc>
      </w:tr>
      <w:tr w:rsidR="00E50F92" w:rsidRPr="00C240D5" w14:paraId="33BF7FC3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16449BF5" w14:textId="77777777" w:rsidR="00E50F92" w:rsidRPr="00C240D5" w:rsidRDefault="00E50F92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11FBD60" w14:textId="77777777" w:rsidR="00E50F92" w:rsidRDefault="00E50F92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9B0EEA2" w14:textId="77777777" w:rsidR="00E50F92" w:rsidRPr="009F6C6A" w:rsidRDefault="00E50F92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16DE257" wp14:editId="4F911D70">
                  <wp:extent cx="1320037" cy="6762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037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53D8C" w14:textId="77777777" w:rsidR="00E50F92" w:rsidRDefault="00E50F92" w:rsidP="00E50F9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16608" behindDoc="0" locked="0" layoutInCell="1" allowOverlap="1" wp14:anchorId="0D2338DE" wp14:editId="1B4954B3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5584" behindDoc="0" locked="0" layoutInCell="1" allowOverlap="1" wp14:anchorId="67430568" wp14:editId="1133515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4560" behindDoc="0" locked="0" layoutInCell="1" allowOverlap="1" wp14:anchorId="78C3E897" wp14:editId="0EBEEA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26.1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826A9"/>
    <w:rsid w:val="001D513F"/>
    <w:rsid w:val="0020147F"/>
    <w:rsid w:val="00213C21"/>
    <w:rsid w:val="00242309"/>
    <w:rsid w:val="00247FD4"/>
    <w:rsid w:val="002A3B06"/>
    <w:rsid w:val="002B14A3"/>
    <w:rsid w:val="002C5377"/>
    <w:rsid w:val="002D5D86"/>
    <w:rsid w:val="00333535"/>
    <w:rsid w:val="00344FB5"/>
    <w:rsid w:val="00353B71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6E6A1A"/>
    <w:rsid w:val="0070003E"/>
    <w:rsid w:val="00705472"/>
    <w:rsid w:val="00734D85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D3C1A"/>
    <w:rsid w:val="00B40DC9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cp:lastPrinted>2019-04-01T13:34:00Z</cp:lastPrinted>
  <dcterms:created xsi:type="dcterms:W3CDTF">2019-04-29T11:26:00Z</dcterms:created>
  <dcterms:modified xsi:type="dcterms:W3CDTF">2019-04-29T11:28:00Z</dcterms:modified>
</cp:coreProperties>
</file>